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E2401" w14:textId="47940785" w:rsidR="007A542A" w:rsidRDefault="007A542A" w:rsidP="004C7423">
      <w:pPr>
        <w:spacing w:line="360" w:lineRule="auto"/>
        <w:rPr>
          <w:rFonts w:ascii="Arial" w:hAnsi="Arial" w:cs="Arial"/>
          <w:sz w:val="18"/>
          <w:szCs w:val="18"/>
        </w:rPr>
      </w:pPr>
    </w:p>
    <w:p w14:paraId="14F160F2" w14:textId="77777777" w:rsidR="00187827" w:rsidRDefault="00187827" w:rsidP="004C7423">
      <w:pPr>
        <w:spacing w:line="360" w:lineRule="auto"/>
        <w:rPr>
          <w:rFonts w:ascii="Arial" w:hAnsi="Arial" w:cs="Arial"/>
          <w:sz w:val="18"/>
          <w:szCs w:val="18"/>
        </w:rPr>
      </w:pPr>
    </w:p>
    <w:p w14:paraId="59424EFE" w14:textId="57135570" w:rsidR="005C6946" w:rsidRPr="004C7423" w:rsidRDefault="001679FA" w:rsidP="00187827">
      <w:pPr>
        <w:spacing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D61AB1">
        <w:rPr>
          <w:rFonts w:ascii="Arial" w:hAnsi="Arial" w:cs="Arial"/>
          <w:sz w:val="18"/>
          <w:szCs w:val="18"/>
        </w:rPr>
        <w:t>10</w:t>
      </w:r>
      <w:r>
        <w:rPr>
          <w:rFonts w:ascii="Arial" w:hAnsi="Arial" w:cs="Arial"/>
          <w:sz w:val="18"/>
          <w:szCs w:val="18"/>
        </w:rPr>
        <w:t xml:space="preserve"> do </w:t>
      </w:r>
      <w:r w:rsidR="00315FEC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>głoszenia o przetargu nieograniczonym D</w:t>
      </w:r>
      <w:r w:rsidR="005047E3">
        <w:rPr>
          <w:rFonts w:ascii="Arial" w:hAnsi="Arial" w:cs="Arial"/>
          <w:sz w:val="18"/>
          <w:szCs w:val="18"/>
        </w:rPr>
        <w:t>PZMG</w:t>
      </w:r>
      <w:r>
        <w:rPr>
          <w:rFonts w:ascii="Arial" w:hAnsi="Arial" w:cs="Arial"/>
          <w:sz w:val="18"/>
          <w:szCs w:val="18"/>
        </w:rPr>
        <w:t xml:space="preserve">/1/2020 </w:t>
      </w:r>
    </w:p>
    <w:p w14:paraId="353F72C2" w14:textId="6E861054" w:rsidR="009C469A" w:rsidRDefault="009C469A" w:rsidP="009C469A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282D4993" w14:textId="16F56F14" w:rsidR="00613286" w:rsidRDefault="00613286" w:rsidP="009C469A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14:paraId="60B30630" w14:textId="77777777" w:rsidR="00DB47FE" w:rsidRDefault="00DB47FE" w:rsidP="009C469A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617D52AA" w14:textId="52F9B039" w:rsidR="00613286" w:rsidRDefault="00613286" w:rsidP="00613286">
      <w:pPr>
        <w:spacing w:line="360" w:lineRule="auto"/>
        <w:ind w:right="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Protokół zdawczo-odbiorczy</w:t>
      </w:r>
    </w:p>
    <w:p w14:paraId="4FEA6734" w14:textId="77777777" w:rsidR="00613286" w:rsidRDefault="00613286" w:rsidP="00613286">
      <w:pPr>
        <w:spacing w:line="360" w:lineRule="auto"/>
        <w:ind w:right="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B616564" w14:textId="24C86E8E" w:rsidR="00613286" w:rsidRDefault="00C2221E" w:rsidP="00613286">
      <w:pPr>
        <w:numPr>
          <w:ilvl w:val="0"/>
          <w:numId w:val="18"/>
        </w:numPr>
        <w:tabs>
          <w:tab w:val="left" w:pos="424"/>
        </w:tabs>
        <w:spacing w:line="276" w:lineRule="auto"/>
        <w:ind w:left="424" w:hanging="36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Sprzedający</w:t>
      </w:r>
      <w:r w:rsidR="00613286">
        <w:rPr>
          <w:rFonts w:ascii="Arial" w:eastAsia="Arial" w:hAnsi="Arial" w:cs="Arial"/>
          <w:sz w:val="18"/>
          <w:szCs w:val="18"/>
        </w:rPr>
        <w:t>: ..........................................................................................................................................</w:t>
      </w:r>
    </w:p>
    <w:p w14:paraId="127BAE48" w14:textId="77777777" w:rsidR="00613286" w:rsidRDefault="00613286" w:rsidP="00613286">
      <w:pPr>
        <w:spacing w:line="276" w:lineRule="auto"/>
        <w:rPr>
          <w:rFonts w:ascii="Arial" w:eastAsia="Arial" w:hAnsi="Arial" w:cs="Arial"/>
          <w:sz w:val="18"/>
          <w:szCs w:val="18"/>
        </w:rPr>
      </w:pPr>
    </w:p>
    <w:p w14:paraId="2DD9CADC" w14:textId="3845F961" w:rsidR="00613286" w:rsidRDefault="00C2221E" w:rsidP="00613286">
      <w:pPr>
        <w:numPr>
          <w:ilvl w:val="0"/>
          <w:numId w:val="18"/>
        </w:numPr>
        <w:tabs>
          <w:tab w:val="left" w:pos="424"/>
        </w:tabs>
        <w:spacing w:line="276" w:lineRule="auto"/>
        <w:ind w:left="424" w:hanging="36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Kupujący</w:t>
      </w:r>
      <w:r w:rsidR="00613286">
        <w:rPr>
          <w:rFonts w:ascii="Arial" w:eastAsia="Arial" w:hAnsi="Arial" w:cs="Arial"/>
          <w:sz w:val="18"/>
          <w:szCs w:val="18"/>
        </w:rPr>
        <w:t>:.....................................................................................................................................</w:t>
      </w:r>
    </w:p>
    <w:p w14:paraId="1748376F" w14:textId="77777777" w:rsidR="00613286" w:rsidRDefault="00613286" w:rsidP="00613286">
      <w:pPr>
        <w:spacing w:line="276" w:lineRule="auto"/>
        <w:rPr>
          <w:rFonts w:ascii="Arial" w:eastAsia="Arial" w:hAnsi="Arial" w:cs="Arial"/>
          <w:sz w:val="18"/>
          <w:szCs w:val="18"/>
        </w:rPr>
      </w:pPr>
    </w:p>
    <w:p w14:paraId="48836B2D" w14:textId="77777777" w:rsidR="00613286" w:rsidRDefault="00613286" w:rsidP="00613286">
      <w:pPr>
        <w:numPr>
          <w:ilvl w:val="0"/>
          <w:numId w:val="18"/>
        </w:numPr>
        <w:tabs>
          <w:tab w:val="left" w:pos="424"/>
        </w:tabs>
        <w:spacing w:line="276" w:lineRule="auto"/>
        <w:ind w:left="424" w:hanging="36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Nazwa przedmiotu sprzedaży:.........................................................................................................</w:t>
      </w:r>
    </w:p>
    <w:p w14:paraId="74B36C9E" w14:textId="77777777" w:rsidR="00613286" w:rsidRDefault="00613286" w:rsidP="00613286">
      <w:pPr>
        <w:spacing w:line="276" w:lineRule="auto"/>
        <w:rPr>
          <w:rFonts w:ascii="Arial" w:eastAsia="Arial" w:hAnsi="Arial" w:cs="Arial"/>
          <w:sz w:val="18"/>
          <w:szCs w:val="18"/>
        </w:rPr>
      </w:pPr>
    </w:p>
    <w:p w14:paraId="225AF059" w14:textId="45DCDBB9" w:rsidR="00613286" w:rsidRDefault="00613286" w:rsidP="00613286">
      <w:pPr>
        <w:numPr>
          <w:ilvl w:val="0"/>
          <w:numId w:val="18"/>
        </w:numPr>
        <w:tabs>
          <w:tab w:val="left" w:pos="424"/>
        </w:tabs>
        <w:spacing w:line="276" w:lineRule="auto"/>
        <w:ind w:left="424" w:hanging="36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Miejsce odbioru: ……………………………………………………………………………………………</w:t>
      </w:r>
    </w:p>
    <w:p w14:paraId="49B26F2E" w14:textId="77777777" w:rsidR="008979B6" w:rsidRDefault="008979B6" w:rsidP="008979B6">
      <w:pPr>
        <w:pStyle w:val="Akapitzlist"/>
        <w:rPr>
          <w:rFonts w:ascii="Arial" w:eastAsia="Arial" w:hAnsi="Arial" w:cs="Arial"/>
          <w:sz w:val="18"/>
          <w:szCs w:val="18"/>
        </w:rPr>
      </w:pPr>
    </w:p>
    <w:p w14:paraId="44E614A2" w14:textId="15B54B35" w:rsidR="008979B6" w:rsidRDefault="008979B6" w:rsidP="00613286">
      <w:pPr>
        <w:numPr>
          <w:ilvl w:val="0"/>
          <w:numId w:val="18"/>
        </w:numPr>
        <w:tabs>
          <w:tab w:val="left" w:pos="424"/>
        </w:tabs>
        <w:spacing w:line="276" w:lineRule="auto"/>
        <w:ind w:left="424" w:hanging="36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Waga………………………………………………………………………………………………………..</w:t>
      </w:r>
    </w:p>
    <w:p w14:paraId="15C33F0E" w14:textId="77777777" w:rsidR="00613286" w:rsidRDefault="00613286" w:rsidP="00613286">
      <w:pPr>
        <w:spacing w:line="276" w:lineRule="auto"/>
        <w:rPr>
          <w:rFonts w:ascii="Arial" w:eastAsia="Arial" w:hAnsi="Arial" w:cs="Arial"/>
          <w:sz w:val="18"/>
          <w:szCs w:val="18"/>
        </w:rPr>
      </w:pPr>
    </w:p>
    <w:p w14:paraId="7E56C2D1" w14:textId="77777777" w:rsidR="00613286" w:rsidRPr="009E0292" w:rsidRDefault="00613286" w:rsidP="00613286">
      <w:pPr>
        <w:numPr>
          <w:ilvl w:val="0"/>
          <w:numId w:val="18"/>
        </w:numPr>
        <w:tabs>
          <w:tab w:val="left" w:pos="424"/>
        </w:tabs>
        <w:spacing w:line="276" w:lineRule="auto"/>
        <w:ind w:left="424" w:hanging="361"/>
        <w:rPr>
          <w:rFonts w:ascii="Arial" w:eastAsia="Arial" w:hAnsi="Arial" w:cs="Arial"/>
          <w:sz w:val="18"/>
          <w:szCs w:val="18"/>
        </w:rPr>
      </w:pPr>
      <w:r w:rsidRPr="009E0292">
        <w:rPr>
          <w:rFonts w:ascii="Arial" w:eastAsia="Arial" w:hAnsi="Arial" w:cs="Arial"/>
          <w:sz w:val="18"/>
          <w:szCs w:val="18"/>
        </w:rPr>
        <w:t>Opis stanu technicznego (ewentualne uszkodzenia) ………………………………………..…………</w:t>
      </w:r>
    </w:p>
    <w:p w14:paraId="617CB7BF" w14:textId="77777777" w:rsidR="00613286" w:rsidRDefault="00613286" w:rsidP="00613286">
      <w:pPr>
        <w:spacing w:line="276" w:lineRule="auto"/>
        <w:rPr>
          <w:rFonts w:ascii="Arial" w:eastAsia="Arial" w:hAnsi="Arial" w:cs="Arial"/>
          <w:sz w:val="17"/>
          <w:szCs w:val="17"/>
        </w:rPr>
      </w:pPr>
    </w:p>
    <w:p w14:paraId="08A202EA" w14:textId="77777777" w:rsidR="00613286" w:rsidRDefault="00613286" w:rsidP="00613286">
      <w:pPr>
        <w:numPr>
          <w:ilvl w:val="0"/>
          <w:numId w:val="18"/>
        </w:numPr>
        <w:tabs>
          <w:tab w:val="left" w:pos="424"/>
        </w:tabs>
        <w:spacing w:line="276" w:lineRule="auto"/>
        <w:ind w:left="424" w:hanging="36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Przyjęto bez zastrzeżeń/zastrzeżenia*……………………………………………………………..…....</w:t>
      </w:r>
    </w:p>
    <w:p w14:paraId="4A568D65" w14:textId="77777777" w:rsidR="00613286" w:rsidRDefault="00613286" w:rsidP="00613286">
      <w:pPr>
        <w:spacing w:line="276" w:lineRule="auto"/>
        <w:rPr>
          <w:rFonts w:ascii="Arial" w:eastAsia="Arial" w:hAnsi="Arial" w:cs="Arial"/>
          <w:sz w:val="18"/>
          <w:szCs w:val="18"/>
        </w:rPr>
      </w:pPr>
    </w:p>
    <w:p w14:paraId="757B32FB" w14:textId="77777777" w:rsidR="00613286" w:rsidRDefault="00613286" w:rsidP="00613286">
      <w:pPr>
        <w:spacing w:line="276" w:lineRule="auto"/>
        <w:ind w:left="424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…………………………………………………………………………………………………………….….</w:t>
      </w:r>
    </w:p>
    <w:p w14:paraId="125FB87A" w14:textId="77777777" w:rsidR="00613286" w:rsidRDefault="00613286" w:rsidP="00613286">
      <w:pPr>
        <w:spacing w:line="276" w:lineRule="auto"/>
      </w:pPr>
    </w:p>
    <w:p w14:paraId="67B023FC" w14:textId="0B27F011" w:rsidR="00613286" w:rsidRDefault="00613286" w:rsidP="009C469A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16316996" w14:textId="09C7C7BD" w:rsidR="00613286" w:rsidRDefault="00613286" w:rsidP="009C469A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50464D04" w14:textId="34056480" w:rsidR="00644D74" w:rsidRDefault="00644D74" w:rsidP="009C469A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4DED585E" w14:textId="54E40D7C" w:rsidR="00644D74" w:rsidRDefault="00C2221E" w:rsidP="00644D74">
      <w:pPr>
        <w:spacing w:line="360" w:lineRule="auto"/>
        <w:ind w:right="20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SPRZEDAJĄCY</w:t>
      </w:r>
      <w:r w:rsidR="00644D74">
        <w:rPr>
          <w:rFonts w:ascii="Arial" w:eastAsia="Arial" w:hAnsi="Arial" w:cs="Arial"/>
          <w:sz w:val="18"/>
          <w:szCs w:val="18"/>
        </w:rPr>
        <w:t xml:space="preserve">:                                                                                       </w:t>
      </w:r>
      <w:r>
        <w:rPr>
          <w:rFonts w:ascii="Arial" w:eastAsia="Arial" w:hAnsi="Arial" w:cs="Arial"/>
          <w:sz w:val="18"/>
          <w:szCs w:val="18"/>
        </w:rPr>
        <w:t>KUPUJĄCY</w:t>
      </w:r>
      <w:r w:rsidR="00644D74">
        <w:rPr>
          <w:rFonts w:ascii="Arial" w:eastAsia="Arial" w:hAnsi="Arial" w:cs="Arial"/>
          <w:sz w:val="18"/>
          <w:szCs w:val="18"/>
        </w:rPr>
        <w:t>:</w:t>
      </w:r>
    </w:p>
    <w:p w14:paraId="5D4CE5CC" w14:textId="6A18A989" w:rsidR="00644D74" w:rsidRDefault="00644D74" w:rsidP="00644D74">
      <w:pPr>
        <w:spacing w:line="360" w:lineRule="auto"/>
        <w:ind w:right="20"/>
        <w:jc w:val="center"/>
        <w:rPr>
          <w:rFonts w:ascii="Arial" w:eastAsia="Arial" w:hAnsi="Arial" w:cs="Arial"/>
          <w:sz w:val="18"/>
          <w:szCs w:val="18"/>
        </w:rPr>
      </w:pPr>
    </w:p>
    <w:p w14:paraId="4F2CD239" w14:textId="0589AC4D" w:rsidR="00644D74" w:rsidRDefault="00644D74" w:rsidP="00644D74">
      <w:pPr>
        <w:spacing w:line="360" w:lineRule="auto"/>
        <w:ind w:right="20"/>
        <w:jc w:val="center"/>
        <w:rPr>
          <w:rFonts w:ascii="Arial" w:eastAsia="Arial" w:hAnsi="Arial" w:cs="Arial"/>
          <w:sz w:val="18"/>
          <w:szCs w:val="18"/>
        </w:rPr>
      </w:pPr>
    </w:p>
    <w:p w14:paraId="0DA3C66A" w14:textId="5EFF8C13" w:rsidR="00644D74" w:rsidRDefault="00644D74" w:rsidP="00644D74">
      <w:pPr>
        <w:spacing w:line="360" w:lineRule="auto"/>
        <w:ind w:right="20"/>
        <w:jc w:val="center"/>
        <w:rPr>
          <w:rFonts w:ascii="Arial" w:eastAsia="Arial" w:hAnsi="Arial" w:cs="Arial"/>
          <w:sz w:val="18"/>
          <w:szCs w:val="18"/>
        </w:rPr>
      </w:pPr>
    </w:p>
    <w:p w14:paraId="0CAD9E41" w14:textId="5C7D46A3" w:rsidR="00644D74" w:rsidRPr="00644D74" w:rsidRDefault="00644D74" w:rsidP="00644D74">
      <w:pPr>
        <w:ind w:right="20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........................</w:t>
      </w:r>
      <w:r w:rsidRPr="00644D74">
        <w:rPr>
          <w:rFonts w:ascii="Arial" w:hAnsi="Arial" w:cs="Arial"/>
          <w:sz w:val="18"/>
          <w:szCs w:val="18"/>
        </w:rPr>
        <w:t xml:space="preserve">........................................................                               </w:t>
      </w:r>
      <w:r>
        <w:rPr>
          <w:rFonts w:ascii="Arial" w:hAnsi="Arial" w:cs="Arial"/>
          <w:sz w:val="18"/>
          <w:szCs w:val="18"/>
        </w:rPr>
        <w:t>............</w:t>
      </w:r>
      <w:r w:rsidRPr="00644D74">
        <w:rPr>
          <w:rFonts w:ascii="Arial" w:hAnsi="Arial" w:cs="Arial"/>
          <w:sz w:val="18"/>
          <w:szCs w:val="18"/>
        </w:rPr>
        <w:t xml:space="preserve">.......................................................... </w:t>
      </w:r>
    </w:p>
    <w:p w14:paraId="2334CC43" w14:textId="28507D08" w:rsidR="00644D74" w:rsidRDefault="00644D74" w:rsidP="00644D74">
      <w:pPr>
        <w:spacing w:line="360" w:lineRule="auto"/>
        <w:ind w:right="20"/>
        <w:rPr>
          <w:rFonts w:ascii="Arial" w:hAnsi="Arial" w:cs="Arial"/>
          <w:sz w:val="18"/>
          <w:szCs w:val="18"/>
        </w:rPr>
      </w:pPr>
      <w:r w:rsidRPr="00644D74">
        <w:rPr>
          <w:rFonts w:ascii="Arial" w:hAnsi="Arial" w:cs="Arial"/>
          <w:sz w:val="18"/>
          <w:szCs w:val="18"/>
        </w:rPr>
        <w:t xml:space="preserve">                 </w:t>
      </w:r>
      <w:r>
        <w:rPr>
          <w:rFonts w:ascii="Arial" w:hAnsi="Arial" w:cs="Arial"/>
          <w:sz w:val="18"/>
          <w:szCs w:val="18"/>
        </w:rPr>
        <w:t xml:space="preserve">      </w:t>
      </w:r>
      <w:r w:rsidRPr="00644D74">
        <w:rPr>
          <w:rFonts w:ascii="Arial" w:hAnsi="Arial" w:cs="Arial"/>
          <w:sz w:val="18"/>
          <w:szCs w:val="18"/>
        </w:rPr>
        <w:t xml:space="preserve">(data, podpis)                         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   </w:t>
      </w:r>
      <w:r w:rsidRPr="00644D74">
        <w:rPr>
          <w:rFonts w:ascii="Arial" w:hAnsi="Arial" w:cs="Arial"/>
          <w:sz w:val="18"/>
          <w:szCs w:val="18"/>
        </w:rPr>
        <w:t xml:space="preserve">  (data, podpis)</w:t>
      </w:r>
    </w:p>
    <w:p w14:paraId="32D97659" w14:textId="5B9DF106" w:rsidR="00DB47FE" w:rsidRDefault="00DB47FE" w:rsidP="00DB47FE">
      <w:pPr>
        <w:spacing w:line="360" w:lineRule="auto"/>
        <w:ind w:right="20"/>
        <w:jc w:val="both"/>
        <w:rPr>
          <w:rFonts w:ascii="Arial" w:hAnsi="Arial" w:cs="Arial"/>
          <w:sz w:val="18"/>
          <w:szCs w:val="18"/>
        </w:rPr>
      </w:pPr>
    </w:p>
    <w:p w14:paraId="553451F7" w14:textId="533941F4" w:rsidR="00DB47FE" w:rsidRDefault="00DB47FE" w:rsidP="00DB47FE">
      <w:pPr>
        <w:spacing w:line="360" w:lineRule="auto"/>
        <w:ind w:right="20"/>
        <w:jc w:val="both"/>
        <w:rPr>
          <w:rFonts w:ascii="Arial" w:hAnsi="Arial" w:cs="Arial"/>
          <w:sz w:val="18"/>
          <w:szCs w:val="18"/>
        </w:rPr>
      </w:pPr>
    </w:p>
    <w:p w14:paraId="6D2A5214" w14:textId="77777777" w:rsidR="00DB47FE" w:rsidRDefault="00DB47FE" w:rsidP="00DB47FE">
      <w:pPr>
        <w:spacing w:line="276" w:lineRule="auto"/>
      </w:pPr>
    </w:p>
    <w:p w14:paraId="0B9BB923" w14:textId="51E7FB6D" w:rsidR="00DB47FE" w:rsidRDefault="00DB47FE" w:rsidP="00DB47FE">
      <w:pPr>
        <w:numPr>
          <w:ilvl w:val="0"/>
          <w:numId w:val="19"/>
        </w:numPr>
        <w:tabs>
          <w:tab w:val="left" w:pos="124"/>
        </w:tabs>
        <w:spacing w:line="276" w:lineRule="auto"/>
        <w:ind w:left="124" w:hanging="124"/>
        <w:rPr>
          <w:rFonts w:ascii="Arial" w:eastAsia="Arial" w:hAnsi="Arial" w:cs="Arial"/>
          <w:sz w:val="17"/>
          <w:szCs w:val="17"/>
        </w:rPr>
      </w:pPr>
      <w:r>
        <w:rPr>
          <w:rFonts w:ascii="Arial" w:eastAsia="Arial" w:hAnsi="Arial" w:cs="Arial"/>
          <w:sz w:val="17"/>
          <w:szCs w:val="17"/>
        </w:rPr>
        <w:t>niepotrzebne skreślić</w:t>
      </w:r>
    </w:p>
    <w:p w14:paraId="56A40395" w14:textId="77777777" w:rsidR="00DB47FE" w:rsidRPr="00644D74" w:rsidRDefault="00DB47FE" w:rsidP="00DB47FE">
      <w:pPr>
        <w:spacing w:line="360" w:lineRule="auto"/>
        <w:ind w:right="20"/>
        <w:jc w:val="both"/>
        <w:rPr>
          <w:rFonts w:ascii="Arial" w:hAnsi="Arial" w:cs="Arial"/>
          <w:sz w:val="18"/>
          <w:szCs w:val="18"/>
        </w:rPr>
      </w:pPr>
    </w:p>
    <w:sectPr w:rsidR="00DB47FE" w:rsidRPr="00644D74" w:rsidSect="00C86D28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 w:code="9"/>
      <w:pgMar w:top="1417" w:right="1417" w:bottom="1417" w:left="1417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C2BEA7" w14:textId="77777777" w:rsidR="006F1C81" w:rsidRDefault="006F1C81" w:rsidP="00EF5712">
      <w:r>
        <w:separator/>
      </w:r>
    </w:p>
  </w:endnote>
  <w:endnote w:type="continuationSeparator" w:id="0">
    <w:p w14:paraId="0AFD5834" w14:textId="77777777" w:rsidR="006F1C81" w:rsidRDefault="006F1C81" w:rsidP="00EF5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 LT Pro 65 Medium">
    <w:altName w:val="Arial"/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enir LT Pro 35 Light">
    <w:altName w:val="Century Gothic"/>
    <w:charset w:val="EE"/>
    <w:family w:val="swiss"/>
    <w:pitch w:val="variable"/>
    <w:sig w:usb0="00000001" w:usb1="50002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34076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79A84A" w14:textId="77777777" w:rsidR="00A31D8F" w:rsidRDefault="00A31D8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39D9A0" w14:textId="77777777" w:rsidR="0062342D" w:rsidRDefault="0062342D" w:rsidP="0062342D">
    <w:pPr>
      <w:pStyle w:val="Stopka"/>
      <w:ind w:right="-1533"/>
      <w:jc w:val="right"/>
    </w:pPr>
  </w:p>
  <w:p w14:paraId="3171F9BC" w14:textId="77777777" w:rsidR="00825F96" w:rsidRDefault="00825F96"/>
  <w:p w14:paraId="07E3F7A1" w14:textId="77777777" w:rsidR="00825F96" w:rsidRDefault="00825F9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C2237" w14:textId="77777777" w:rsidR="00E73371" w:rsidRPr="001F4680" w:rsidRDefault="00E73371" w:rsidP="00393412">
    <w:pPr>
      <w:pStyle w:val="Stopka"/>
      <w:tabs>
        <w:tab w:val="clear" w:pos="4536"/>
        <w:tab w:val="left" w:pos="1985"/>
        <w:tab w:val="left" w:pos="4678"/>
        <w:tab w:val="left" w:pos="6663"/>
      </w:tabs>
      <w:rPr>
        <w:rFonts w:ascii="Avenir LT Pro 35 Light" w:hAnsi="Avenir LT Pro 35 Light"/>
        <w:color w:val="4B4B4B"/>
        <w:sz w:val="16"/>
        <w:lang w:val="en-US"/>
      </w:rPr>
    </w:pPr>
  </w:p>
  <w:p w14:paraId="0E89587F" w14:textId="77777777" w:rsidR="001C685E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7020"/>
      </w:tabs>
      <w:rPr>
        <w:rFonts w:ascii="Avenir LT Pro 35 Light" w:hAnsi="Avenir LT Pro 35 Light"/>
        <w:sz w:val="14"/>
        <w:szCs w:val="14"/>
        <w:lang w:val="en-US"/>
      </w:rPr>
    </w:pPr>
    <w:r w:rsidRPr="007A3D1D">
      <w:rPr>
        <w:rFonts w:ascii="Avenir LT Pro 35 Light" w:hAnsi="Avenir LT Pro 35 Light"/>
        <w:sz w:val="14"/>
        <w:szCs w:val="14"/>
        <w:lang w:val="en-US"/>
      </w:rPr>
      <w:t>Exalo Drilling S.A.</w:t>
    </w:r>
    <w:r w:rsidRPr="007A3D1D">
      <w:rPr>
        <w:rFonts w:ascii="Avenir LT Pro 35 Light" w:hAnsi="Avenir LT Pro 35 Light"/>
        <w:sz w:val="14"/>
        <w:szCs w:val="14"/>
        <w:lang w:val="en-US"/>
      </w:rPr>
      <w:tab/>
      <w:t>T: (+48) 67 215 13 00</w:t>
    </w:r>
    <w:r w:rsidRPr="007A3D1D">
      <w:rPr>
        <w:rFonts w:ascii="Avenir LT Pro 35 Light" w:hAnsi="Avenir LT Pro 35 Light"/>
        <w:sz w:val="14"/>
        <w:szCs w:val="14"/>
        <w:lang w:val="en-US"/>
      </w:rPr>
      <w:tab/>
    </w:r>
  </w:p>
  <w:p w14:paraId="4614C2AC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7020"/>
      </w:tabs>
      <w:rPr>
        <w:rFonts w:ascii="Avenir LT Pro 35 Light" w:hAnsi="Avenir LT Pro 35 Light"/>
        <w:sz w:val="14"/>
        <w:szCs w:val="14"/>
      </w:rPr>
    </w:pPr>
    <w:r w:rsidRPr="007A3D1D">
      <w:rPr>
        <w:rFonts w:ascii="Avenir LT Pro 35 Light" w:hAnsi="Avenir LT Pro 35 Light"/>
        <w:sz w:val="14"/>
        <w:szCs w:val="14"/>
      </w:rPr>
      <w:t>Pl. Staszica 9</w:t>
    </w:r>
    <w:r w:rsidRPr="007A3D1D">
      <w:rPr>
        <w:rFonts w:ascii="Avenir LT Pro 35 Light" w:hAnsi="Avenir LT Pro 35 Light"/>
        <w:sz w:val="14"/>
        <w:szCs w:val="14"/>
      </w:rPr>
      <w:tab/>
      <w:t>F: (+48) 67 215 13 59</w:t>
    </w:r>
    <w:r w:rsidRPr="007A3D1D">
      <w:rPr>
        <w:rFonts w:ascii="Avenir LT Pro 35 Light" w:hAnsi="Avenir LT Pro 35 Light"/>
        <w:sz w:val="14"/>
        <w:szCs w:val="14"/>
      </w:rPr>
      <w:tab/>
    </w:r>
  </w:p>
  <w:p w14:paraId="257D25B7" w14:textId="77777777" w:rsidR="00681471" w:rsidRPr="007A3D1D" w:rsidRDefault="00681471" w:rsidP="00681471">
    <w:pPr>
      <w:pStyle w:val="Stopka"/>
      <w:tabs>
        <w:tab w:val="clear" w:pos="4536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r>
      <w:rPr>
        <w:rFonts w:ascii="Avenir LT Pro 35 Light" w:hAnsi="Avenir LT Pro 35 Light"/>
        <w:sz w:val="14"/>
        <w:szCs w:val="14"/>
      </w:rPr>
      <w:t>64 – 920 Pił</w:t>
    </w:r>
    <w:r w:rsidRPr="007A3D1D">
      <w:rPr>
        <w:rFonts w:ascii="Avenir LT Pro 35 Light" w:hAnsi="Avenir LT Pro 35 Light"/>
        <w:sz w:val="14"/>
        <w:szCs w:val="14"/>
      </w:rPr>
      <w:t>a</w:t>
    </w:r>
    <w:r w:rsidRPr="007A3D1D">
      <w:rPr>
        <w:rFonts w:ascii="Avenir LT Pro 35 Light" w:hAnsi="Avenir LT Pro 35 Light"/>
        <w:sz w:val="14"/>
        <w:szCs w:val="14"/>
      </w:rPr>
      <w:tab/>
      <w:t>www.exalo.pl</w:t>
    </w:r>
    <w:r w:rsidRPr="007A3D1D">
      <w:rPr>
        <w:rFonts w:ascii="Avenir LT Pro 35 Light" w:hAnsi="Avenir LT Pro 35 Light"/>
        <w:sz w:val="14"/>
        <w:szCs w:val="14"/>
      </w:rPr>
      <w:tab/>
    </w:r>
  </w:p>
  <w:p w14:paraId="4D1CA02B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r w:rsidRPr="007A3D1D">
      <w:rPr>
        <w:rFonts w:ascii="Avenir LT Pro 35 Light" w:hAnsi="Avenir LT Pro 35 Light"/>
        <w:sz w:val="14"/>
        <w:szCs w:val="14"/>
      </w:rPr>
      <w:tab/>
    </w:r>
    <w:r w:rsidRPr="007A3D1D">
      <w:rPr>
        <w:rFonts w:ascii="Avenir LT Pro 35 Light" w:hAnsi="Avenir LT Pro 35 Light"/>
        <w:sz w:val="14"/>
        <w:szCs w:val="14"/>
      </w:rPr>
      <w:tab/>
      <w:t xml:space="preserve">                                                                                                          </w:t>
    </w:r>
  </w:p>
  <w:p w14:paraId="5E395E6C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r w:rsidRPr="007A3D1D">
      <w:rPr>
        <w:rFonts w:ascii="Avenir LT Pro 35 Light" w:hAnsi="Avenir LT Pro 35 Light"/>
        <w:sz w:val="14"/>
        <w:szCs w:val="14"/>
      </w:rPr>
      <w:t>KRS: 0000428139; Sąd Rejonowy Poznań</w:t>
    </w:r>
    <w:r>
      <w:rPr>
        <w:rFonts w:ascii="Avenir LT Pro 35 Light" w:hAnsi="Avenir LT Pro 35 Light"/>
        <w:sz w:val="14"/>
        <w:szCs w:val="14"/>
      </w:rPr>
      <w:t xml:space="preserve"> </w:t>
    </w:r>
    <w:r w:rsidRPr="007A3D1D">
      <w:rPr>
        <w:rFonts w:ascii="Avenir LT Pro 35 Light" w:hAnsi="Avenir LT Pro 35 Light"/>
        <w:sz w:val="14"/>
        <w:szCs w:val="14"/>
      </w:rPr>
      <w:t>- Nowe Miasto i Wilda w P</w:t>
    </w:r>
    <w:r>
      <w:rPr>
        <w:rFonts w:ascii="Avenir LT Pro 35 Light" w:hAnsi="Avenir LT Pro 35 Light"/>
        <w:sz w:val="14"/>
        <w:szCs w:val="14"/>
      </w:rPr>
      <w:t xml:space="preserve">oznaniu, IX Wydział Gospodarczy </w:t>
    </w:r>
    <w:r w:rsidRPr="007A3D1D">
      <w:rPr>
        <w:rFonts w:ascii="Avenir LT Pro 35 Light" w:hAnsi="Avenir LT Pro 35 Light"/>
        <w:sz w:val="14"/>
        <w:szCs w:val="14"/>
      </w:rPr>
      <w:t>KRS.</w:t>
    </w:r>
  </w:p>
  <w:p w14:paraId="59E8360A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bookmarkStart w:id="1" w:name="_Hlk28951505"/>
    <w:r w:rsidRPr="007A3D1D">
      <w:rPr>
        <w:rFonts w:ascii="Avenir LT Pro 35 Light" w:hAnsi="Avenir LT Pro 35 Light"/>
        <w:sz w:val="14"/>
        <w:szCs w:val="14"/>
      </w:rPr>
      <w:t xml:space="preserve">NIP: 527 268 12 58; </w:t>
    </w:r>
    <w:r w:rsidR="00EA1969">
      <w:rPr>
        <w:rFonts w:ascii="Avenir LT Pro 35 Light" w:hAnsi="Avenir LT Pro 35 Light"/>
        <w:sz w:val="14"/>
        <w:szCs w:val="14"/>
      </w:rPr>
      <w:t xml:space="preserve">Numer BDO: 000001095; </w:t>
    </w:r>
    <w:r w:rsidR="00785866" w:rsidRPr="00785866">
      <w:rPr>
        <w:rFonts w:ascii="Avenir LT Pro 35 Light" w:hAnsi="Avenir LT Pro 35 Light"/>
        <w:sz w:val="14"/>
        <w:szCs w:val="14"/>
      </w:rPr>
      <w:t>REGON</w:t>
    </w:r>
    <w:r w:rsidR="00785866">
      <w:rPr>
        <w:rFonts w:ascii="Avenir LT Pro 35 Light" w:hAnsi="Avenir LT Pro 35 Light"/>
        <w:sz w:val="14"/>
        <w:szCs w:val="14"/>
      </w:rPr>
      <w:t>:</w:t>
    </w:r>
    <w:r w:rsidR="00785866" w:rsidRPr="00785866">
      <w:rPr>
        <w:rFonts w:ascii="Avenir LT Pro 35 Light" w:hAnsi="Avenir LT Pro 35 Light"/>
        <w:sz w:val="14"/>
        <w:szCs w:val="14"/>
      </w:rPr>
      <w:t xml:space="preserve"> 146228632</w:t>
    </w:r>
    <w:r w:rsidR="00785866">
      <w:rPr>
        <w:rFonts w:ascii="Avenir LT Pro 35 Light" w:hAnsi="Avenir LT Pro 35 Light"/>
        <w:sz w:val="14"/>
        <w:szCs w:val="14"/>
      </w:rPr>
      <w:t xml:space="preserve">; </w:t>
    </w:r>
    <w:r w:rsidRPr="007A3D1D">
      <w:rPr>
        <w:rFonts w:ascii="Avenir LT Pro 35 Light" w:hAnsi="Avenir LT Pro 35 Light"/>
        <w:sz w:val="14"/>
        <w:szCs w:val="14"/>
      </w:rPr>
      <w:t xml:space="preserve">Kapitał zakładowy (opłacony w </w:t>
    </w:r>
    <w:r>
      <w:rPr>
        <w:rFonts w:ascii="Avenir LT Pro 35 Light" w:hAnsi="Avenir LT Pro 35 Light"/>
        <w:sz w:val="14"/>
        <w:szCs w:val="14"/>
      </w:rPr>
      <w:t>cał</w:t>
    </w:r>
    <w:r w:rsidRPr="007A3D1D">
      <w:rPr>
        <w:rFonts w:ascii="Avenir LT Pro 35 Light" w:hAnsi="Avenir LT Pro 35 Light"/>
        <w:sz w:val="14"/>
        <w:szCs w:val="14"/>
      </w:rPr>
      <w:t>ości) 981 500 000 złotych.</w:t>
    </w:r>
  </w:p>
  <w:bookmarkEnd w:id="1"/>
  <w:p w14:paraId="3C6E118C" w14:textId="77777777" w:rsidR="00393412" w:rsidRPr="00CF1B8E" w:rsidRDefault="00393412" w:rsidP="007B109B">
    <w:pPr>
      <w:pStyle w:val="Stopka"/>
      <w:tabs>
        <w:tab w:val="clear" w:pos="4536"/>
        <w:tab w:val="left" w:pos="1985"/>
        <w:tab w:val="left" w:pos="4678"/>
        <w:tab w:val="left" w:pos="6663"/>
      </w:tabs>
      <w:rPr>
        <w:rFonts w:ascii="Avenir LT Pro 35 Light" w:hAnsi="Avenir LT Pro 35 Light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594260" w14:textId="77777777" w:rsidR="006F1C81" w:rsidRDefault="006F1C81" w:rsidP="00EF5712">
      <w:r>
        <w:separator/>
      </w:r>
    </w:p>
  </w:footnote>
  <w:footnote w:type="continuationSeparator" w:id="0">
    <w:p w14:paraId="13A1B4BA" w14:textId="77777777" w:rsidR="006F1C81" w:rsidRDefault="006F1C81" w:rsidP="00EF5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7DEE9" w14:textId="77777777" w:rsidR="00596F79" w:rsidRDefault="00596F79">
    <w:pPr>
      <w:pStyle w:val="Nagwek"/>
    </w:pPr>
  </w:p>
  <w:p w14:paraId="3FCF6F6E" w14:textId="77777777" w:rsidR="00596F79" w:rsidRDefault="00596F79">
    <w:pPr>
      <w:pStyle w:val="Nagwek"/>
    </w:pPr>
  </w:p>
  <w:p w14:paraId="13F2A030" w14:textId="77777777" w:rsidR="00E73371" w:rsidRDefault="00E73371">
    <w:pPr>
      <w:pStyle w:val="Nagwek"/>
    </w:pPr>
  </w:p>
  <w:p w14:paraId="5DF80104" w14:textId="77777777" w:rsidR="00E73371" w:rsidRDefault="00E73371">
    <w:pPr>
      <w:pStyle w:val="Nagwek"/>
    </w:pPr>
  </w:p>
  <w:p w14:paraId="2880C6DC" w14:textId="77777777" w:rsidR="00825F96" w:rsidRDefault="00825F96"/>
  <w:p w14:paraId="1FFC11D1" w14:textId="77777777" w:rsidR="00825F96" w:rsidRDefault="00825F9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49B10" w14:textId="44ECBAD7" w:rsidR="00824D7E" w:rsidRPr="0011605D" w:rsidRDefault="00393412" w:rsidP="0011605D">
    <w:pPr>
      <w:pStyle w:val="Nagwek"/>
    </w:pPr>
    <w:r w:rsidRPr="00393412">
      <w:rPr>
        <w:noProof/>
        <w:lang w:eastAsia="pl-PL"/>
      </w:rPr>
      <w:drawing>
        <wp:inline distT="0" distB="0" distL="0" distR="0" wp14:anchorId="0E219F88" wp14:editId="3AF1CBE5">
          <wp:extent cx="1185695" cy="844061"/>
          <wp:effectExtent l="0" t="0" r="0" b="0"/>
          <wp:docPr id="14" name="Obraz 14" descr="D:\_SYS_\Pulpit\Exalo konferencja\Logo\EXALO_PION_jakość_ww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_SYS_\Pulpit\Exalo konferencja\Logo\EXALO_PION_jakość_www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7432" cy="8524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89DAA99" w14:textId="77777777" w:rsidR="0011605D" w:rsidRDefault="0011605D" w:rsidP="0061270D">
    <w:pPr>
      <w:tabs>
        <w:tab w:val="left" w:pos="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B15D4"/>
    <w:multiLevelType w:val="multilevel"/>
    <w:tmpl w:val="3134EA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  <w:b w:val="0"/>
        <w:bCs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8C482C"/>
    <w:multiLevelType w:val="hybridMultilevel"/>
    <w:tmpl w:val="17405C54"/>
    <w:lvl w:ilvl="0" w:tplc="848A28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43A858"/>
    <w:multiLevelType w:val="hybridMultilevel"/>
    <w:tmpl w:val="7D1E605C"/>
    <w:lvl w:ilvl="0" w:tplc="131C7D28">
      <w:start w:val="1"/>
      <w:numFmt w:val="decimal"/>
      <w:lvlText w:val="%1."/>
      <w:lvlJc w:val="left"/>
    </w:lvl>
    <w:lvl w:ilvl="1" w:tplc="FA58987A">
      <w:numFmt w:val="decimal"/>
      <w:lvlText w:val=""/>
      <w:lvlJc w:val="left"/>
    </w:lvl>
    <w:lvl w:ilvl="2" w:tplc="112664B0">
      <w:numFmt w:val="decimal"/>
      <w:lvlText w:val=""/>
      <w:lvlJc w:val="left"/>
    </w:lvl>
    <w:lvl w:ilvl="3" w:tplc="16E21B04">
      <w:numFmt w:val="decimal"/>
      <w:lvlText w:val=""/>
      <w:lvlJc w:val="left"/>
    </w:lvl>
    <w:lvl w:ilvl="4" w:tplc="D45C7EA0">
      <w:numFmt w:val="decimal"/>
      <w:lvlText w:val=""/>
      <w:lvlJc w:val="left"/>
    </w:lvl>
    <w:lvl w:ilvl="5" w:tplc="4F82AED4">
      <w:numFmt w:val="decimal"/>
      <w:lvlText w:val=""/>
      <w:lvlJc w:val="left"/>
    </w:lvl>
    <w:lvl w:ilvl="6" w:tplc="91F60ABA">
      <w:numFmt w:val="decimal"/>
      <w:lvlText w:val=""/>
      <w:lvlJc w:val="left"/>
    </w:lvl>
    <w:lvl w:ilvl="7" w:tplc="CB307070">
      <w:numFmt w:val="decimal"/>
      <w:lvlText w:val=""/>
      <w:lvlJc w:val="left"/>
    </w:lvl>
    <w:lvl w:ilvl="8" w:tplc="F4EA3592">
      <w:numFmt w:val="decimal"/>
      <w:lvlText w:val=""/>
      <w:lvlJc w:val="left"/>
    </w:lvl>
  </w:abstractNum>
  <w:abstractNum w:abstractNumId="3" w15:restartNumberingAfterBreak="0">
    <w:nsid w:val="257130A3"/>
    <w:multiLevelType w:val="hybridMultilevel"/>
    <w:tmpl w:val="348AFE74"/>
    <w:lvl w:ilvl="0" w:tplc="35D44E26">
      <w:start w:val="1"/>
      <w:numFmt w:val="decimal"/>
      <w:lvlText w:val="%1)"/>
      <w:lvlJc w:val="left"/>
    </w:lvl>
    <w:lvl w:ilvl="1" w:tplc="738C5C60">
      <w:numFmt w:val="decimal"/>
      <w:lvlText w:val=""/>
      <w:lvlJc w:val="left"/>
    </w:lvl>
    <w:lvl w:ilvl="2" w:tplc="41FA5EDA">
      <w:numFmt w:val="decimal"/>
      <w:lvlText w:val=""/>
      <w:lvlJc w:val="left"/>
    </w:lvl>
    <w:lvl w:ilvl="3" w:tplc="297AA8A6">
      <w:numFmt w:val="decimal"/>
      <w:lvlText w:val=""/>
      <w:lvlJc w:val="left"/>
    </w:lvl>
    <w:lvl w:ilvl="4" w:tplc="8DB8406A">
      <w:numFmt w:val="decimal"/>
      <w:lvlText w:val=""/>
      <w:lvlJc w:val="left"/>
    </w:lvl>
    <w:lvl w:ilvl="5" w:tplc="86BC5E64">
      <w:numFmt w:val="decimal"/>
      <w:lvlText w:val=""/>
      <w:lvlJc w:val="left"/>
    </w:lvl>
    <w:lvl w:ilvl="6" w:tplc="8EAA94FE">
      <w:numFmt w:val="decimal"/>
      <w:lvlText w:val=""/>
      <w:lvlJc w:val="left"/>
    </w:lvl>
    <w:lvl w:ilvl="7" w:tplc="4B72B420">
      <w:numFmt w:val="decimal"/>
      <w:lvlText w:val=""/>
      <w:lvlJc w:val="left"/>
    </w:lvl>
    <w:lvl w:ilvl="8" w:tplc="D7C8A1AC">
      <w:numFmt w:val="decimal"/>
      <w:lvlText w:val=""/>
      <w:lvlJc w:val="left"/>
    </w:lvl>
  </w:abstractNum>
  <w:abstractNum w:abstractNumId="4" w15:restartNumberingAfterBreak="0">
    <w:nsid w:val="2D1D5AE9"/>
    <w:multiLevelType w:val="hybridMultilevel"/>
    <w:tmpl w:val="8A4C009E"/>
    <w:lvl w:ilvl="0" w:tplc="F0C0AB46">
      <w:start w:val="1"/>
      <w:numFmt w:val="bullet"/>
      <w:lvlText w:val="*"/>
      <w:lvlJc w:val="left"/>
    </w:lvl>
    <w:lvl w:ilvl="1" w:tplc="2F3A44FC">
      <w:numFmt w:val="decimal"/>
      <w:lvlText w:val=""/>
      <w:lvlJc w:val="left"/>
    </w:lvl>
    <w:lvl w:ilvl="2" w:tplc="D3A643CC">
      <w:numFmt w:val="decimal"/>
      <w:lvlText w:val=""/>
      <w:lvlJc w:val="left"/>
    </w:lvl>
    <w:lvl w:ilvl="3" w:tplc="4D1EF1CA">
      <w:numFmt w:val="decimal"/>
      <w:lvlText w:val=""/>
      <w:lvlJc w:val="left"/>
    </w:lvl>
    <w:lvl w:ilvl="4" w:tplc="5FE42216">
      <w:numFmt w:val="decimal"/>
      <w:lvlText w:val=""/>
      <w:lvlJc w:val="left"/>
    </w:lvl>
    <w:lvl w:ilvl="5" w:tplc="04B29E2A">
      <w:numFmt w:val="decimal"/>
      <w:lvlText w:val=""/>
      <w:lvlJc w:val="left"/>
    </w:lvl>
    <w:lvl w:ilvl="6" w:tplc="2B2ECA60">
      <w:numFmt w:val="decimal"/>
      <w:lvlText w:val=""/>
      <w:lvlJc w:val="left"/>
    </w:lvl>
    <w:lvl w:ilvl="7" w:tplc="74EE5B96">
      <w:numFmt w:val="decimal"/>
      <w:lvlText w:val=""/>
      <w:lvlJc w:val="left"/>
    </w:lvl>
    <w:lvl w:ilvl="8" w:tplc="DBD882BC">
      <w:numFmt w:val="decimal"/>
      <w:lvlText w:val=""/>
      <w:lvlJc w:val="left"/>
    </w:lvl>
  </w:abstractNum>
  <w:abstractNum w:abstractNumId="5" w15:restartNumberingAfterBreak="0">
    <w:nsid w:val="2DFB3BFF"/>
    <w:multiLevelType w:val="multilevel"/>
    <w:tmpl w:val="2D080726"/>
    <w:lvl w:ilvl="0">
      <w:start w:val="10"/>
      <w:numFmt w:val="decimal"/>
      <w:lvlText w:val="%1."/>
      <w:lvlJc w:val="left"/>
      <w:pPr>
        <w:ind w:left="400" w:hanging="40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400" w:hanging="4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6" w15:restartNumberingAfterBreak="0">
    <w:nsid w:val="333AB105"/>
    <w:multiLevelType w:val="hybridMultilevel"/>
    <w:tmpl w:val="1E9483E6"/>
    <w:lvl w:ilvl="0" w:tplc="8EE686BE">
      <w:numFmt w:val="decimal"/>
      <w:lvlText w:val="%1."/>
      <w:lvlJc w:val="left"/>
    </w:lvl>
    <w:lvl w:ilvl="1" w:tplc="94608CC8">
      <w:start w:val="1"/>
      <w:numFmt w:val="bullet"/>
      <w:lvlText w:val="§"/>
      <w:lvlJc w:val="left"/>
    </w:lvl>
    <w:lvl w:ilvl="2" w:tplc="480443D8">
      <w:numFmt w:val="decimal"/>
      <w:lvlText w:val=""/>
      <w:lvlJc w:val="left"/>
    </w:lvl>
    <w:lvl w:ilvl="3" w:tplc="1AEEA546">
      <w:numFmt w:val="decimal"/>
      <w:lvlText w:val=""/>
      <w:lvlJc w:val="left"/>
    </w:lvl>
    <w:lvl w:ilvl="4" w:tplc="DF7C582C">
      <w:numFmt w:val="decimal"/>
      <w:lvlText w:val=""/>
      <w:lvlJc w:val="left"/>
    </w:lvl>
    <w:lvl w:ilvl="5" w:tplc="0AEC4B52">
      <w:numFmt w:val="decimal"/>
      <w:lvlText w:val=""/>
      <w:lvlJc w:val="left"/>
    </w:lvl>
    <w:lvl w:ilvl="6" w:tplc="02C486D4">
      <w:numFmt w:val="decimal"/>
      <w:lvlText w:val=""/>
      <w:lvlJc w:val="left"/>
    </w:lvl>
    <w:lvl w:ilvl="7" w:tplc="029A436C">
      <w:numFmt w:val="decimal"/>
      <w:lvlText w:val=""/>
      <w:lvlJc w:val="left"/>
    </w:lvl>
    <w:lvl w:ilvl="8" w:tplc="F09E930C">
      <w:numFmt w:val="decimal"/>
      <w:lvlText w:val=""/>
      <w:lvlJc w:val="left"/>
    </w:lvl>
  </w:abstractNum>
  <w:abstractNum w:abstractNumId="7" w15:restartNumberingAfterBreak="0">
    <w:nsid w:val="3F2DBA31"/>
    <w:multiLevelType w:val="hybridMultilevel"/>
    <w:tmpl w:val="CED8E9D2"/>
    <w:lvl w:ilvl="0" w:tplc="CE7E673A">
      <w:start w:val="1"/>
      <w:numFmt w:val="decimal"/>
      <w:lvlText w:val="%1."/>
      <w:lvlJc w:val="left"/>
    </w:lvl>
    <w:lvl w:ilvl="1" w:tplc="8BB05CAA">
      <w:numFmt w:val="decimal"/>
      <w:lvlText w:val=""/>
      <w:lvlJc w:val="left"/>
    </w:lvl>
    <w:lvl w:ilvl="2" w:tplc="835A7890">
      <w:numFmt w:val="decimal"/>
      <w:lvlText w:val=""/>
      <w:lvlJc w:val="left"/>
    </w:lvl>
    <w:lvl w:ilvl="3" w:tplc="BC9E6B02">
      <w:numFmt w:val="decimal"/>
      <w:lvlText w:val=""/>
      <w:lvlJc w:val="left"/>
    </w:lvl>
    <w:lvl w:ilvl="4" w:tplc="8C9265D4">
      <w:numFmt w:val="decimal"/>
      <w:lvlText w:val=""/>
      <w:lvlJc w:val="left"/>
    </w:lvl>
    <w:lvl w:ilvl="5" w:tplc="D1821DB6">
      <w:numFmt w:val="decimal"/>
      <w:lvlText w:val=""/>
      <w:lvlJc w:val="left"/>
    </w:lvl>
    <w:lvl w:ilvl="6" w:tplc="19100272">
      <w:numFmt w:val="decimal"/>
      <w:lvlText w:val=""/>
      <w:lvlJc w:val="left"/>
    </w:lvl>
    <w:lvl w:ilvl="7" w:tplc="35824294">
      <w:numFmt w:val="decimal"/>
      <w:lvlText w:val=""/>
      <w:lvlJc w:val="left"/>
    </w:lvl>
    <w:lvl w:ilvl="8" w:tplc="8F38D076">
      <w:numFmt w:val="decimal"/>
      <w:lvlText w:val=""/>
      <w:lvlJc w:val="left"/>
    </w:lvl>
  </w:abstractNum>
  <w:abstractNum w:abstractNumId="8" w15:restartNumberingAfterBreak="0">
    <w:nsid w:val="431BD7B7"/>
    <w:multiLevelType w:val="hybridMultilevel"/>
    <w:tmpl w:val="F9548EF4"/>
    <w:lvl w:ilvl="0" w:tplc="95A8EA32">
      <w:start w:val="1"/>
      <w:numFmt w:val="decimal"/>
      <w:lvlText w:val="%1."/>
      <w:lvlJc w:val="left"/>
    </w:lvl>
    <w:lvl w:ilvl="1" w:tplc="FE7214CC">
      <w:numFmt w:val="decimal"/>
      <w:lvlText w:val=""/>
      <w:lvlJc w:val="left"/>
    </w:lvl>
    <w:lvl w:ilvl="2" w:tplc="2DE651D6">
      <w:numFmt w:val="decimal"/>
      <w:lvlText w:val=""/>
      <w:lvlJc w:val="left"/>
    </w:lvl>
    <w:lvl w:ilvl="3" w:tplc="E8FEDFD2">
      <w:numFmt w:val="decimal"/>
      <w:lvlText w:val=""/>
      <w:lvlJc w:val="left"/>
    </w:lvl>
    <w:lvl w:ilvl="4" w:tplc="388E0B22">
      <w:numFmt w:val="decimal"/>
      <w:lvlText w:val=""/>
      <w:lvlJc w:val="left"/>
    </w:lvl>
    <w:lvl w:ilvl="5" w:tplc="7130D658">
      <w:numFmt w:val="decimal"/>
      <w:lvlText w:val=""/>
      <w:lvlJc w:val="left"/>
    </w:lvl>
    <w:lvl w:ilvl="6" w:tplc="8A7C52B0">
      <w:numFmt w:val="decimal"/>
      <w:lvlText w:val=""/>
      <w:lvlJc w:val="left"/>
    </w:lvl>
    <w:lvl w:ilvl="7" w:tplc="9072FC62">
      <w:numFmt w:val="decimal"/>
      <w:lvlText w:val=""/>
      <w:lvlJc w:val="left"/>
    </w:lvl>
    <w:lvl w:ilvl="8" w:tplc="D4CC1A4A">
      <w:numFmt w:val="decimal"/>
      <w:lvlText w:val=""/>
      <w:lvlJc w:val="left"/>
    </w:lvl>
  </w:abstractNum>
  <w:abstractNum w:abstractNumId="9" w15:restartNumberingAfterBreak="0">
    <w:nsid w:val="436C6125"/>
    <w:multiLevelType w:val="hybridMultilevel"/>
    <w:tmpl w:val="EEA2856A"/>
    <w:lvl w:ilvl="0" w:tplc="D2128194">
      <w:start w:val="1"/>
      <w:numFmt w:val="decimal"/>
      <w:lvlText w:val="%1."/>
      <w:lvlJc w:val="left"/>
    </w:lvl>
    <w:lvl w:ilvl="1" w:tplc="91B2FFFC">
      <w:start w:val="1"/>
      <w:numFmt w:val="bullet"/>
      <w:lvlText w:val="§"/>
      <w:lvlJc w:val="left"/>
    </w:lvl>
    <w:lvl w:ilvl="2" w:tplc="F800ACEC">
      <w:numFmt w:val="decimal"/>
      <w:lvlText w:val=""/>
      <w:lvlJc w:val="left"/>
    </w:lvl>
    <w:lvl w:ilvl="3" w:tplc="7C86B7AA">
      <w:numFmt w:val="decimal"/>
      <w:lvlText w:val=""/>
      <w:lvlJc w:val="left"/>
    </w:lvl>
    <w:lvl w:ilvl="4" w:tplc="953A43CA">
      <w:numFmt w:val="decimal"/>
      <w:lvlText w:val=""/>
      <w:lvlJc w:val="left"/>
    </w:lvl>
    <w:lvl w:ilvl="5" w:tplc="002AC5A0">
      <w:numFmt w:val="decimal"/>
      <w:lvlText w:val=""/>
      <w:lvlJc w:val="left"/>
    </w:lvl>
    <w:lvl w:ilvl="6" w:tplc="424CE71C">
      <w:numFmt w:val="decimal"/>
      <w:lvlText w:val=""/>
      <w:lvlJc w:val="left"/>
    </w:lvl>
    <w:lvl w:ilvl="7" w:tplc="E2D488D6">
      <w:numFmt w:val="decimal"/>
      <w:lvlText w:val=""/>
      <w:lvlJc w:val="left"/>
    </w:lvl>
    <w:lvl w:ilvl="8" w:tplc="03EEF9C6">
      <w:numFmt w:val="decimal"/>
      <w:lvlText w:val=""/>
      <w:lvlJc w:val="left"/>
    </w:lvl>
  </w:abstractNum>
  <w:abstractNum w:abstractNumId="10" w15:restartNumberingAfterBreak="0">
    <w:nsid w:val="500D46A4"/>
    <w:multiLevelType w:val="hybridMultilevel"/>
    <w:tmpl w:val="BB764EAE"/>
    <w:lvl w:ilvl="0" w:tplc="33C0DA1A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1" w15:restartNumberingAfterBreak="0">
    <w:nsid w:val="57604E5E"/>
    <w:multiLevelType w:val="hybridMultilevel"/>
    <w:tmpl w:val="73DC3744"/>
    <w:lvl w:ilvl="0" w:tplc="A2A622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94019"/>
    <w:multiLevelType w:val="hybridMultilevel"/>
    <w:tmpl w:val="9F9A6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8C895D"/>
    <w:multiLevelType w:val="hybridMultilevel"/>
    <w:tmpl w:val="EABCE776"/>
    <w:lvl w:ilvl="0" w:tplc="235A9EBA">
      <w:start w:val="1"/>
      <w:numFmt w:val="decimal"/>
      <w:lvlText w:val="%1."/>
      <w:lvlJc w:val="left"/>
    </w:lvl>
    <w:lvl w:ilvl="1" w:tplc="AB928FAA">
      <w:numFmt w:val="decimal"/>
      <w:lvlText w:val=""/>
      <w:lvlJc w:val="left"/>
    </w:lvl>
    <w:lvl w:ilvl="2" w:tplc="0E009A86">
      <w:numFmt w:val="decimal"/>
      <w:lvlText w:val=""/>
      <w:lvlJc w:val="left"/>
    </w:lvl>
    <w:lvl w:ilvl="3" w:tplc="96D602EA">
      <w:numFmt w:val="decimal"/>
      <w:lvlText w:val=""/>
      <w:lvlJc w:val="left"/>
    </w:lvl>
    <w:lvl w:ilvl="4" w:tplc="062C40A2">
      <w:numFmt w:val="decimal"/>
      <w:lvlText w:val=""/>
      <w:lvlJc w:val="left"/>
    </w:lvl>
    <w:lvl w:ilvl="5" w:tplc="F68C139E">
      <w:numFmt w:val="decimal"/>
      <w:lvlText w:val=""/>
      <w:lvlJc w:val="left"/>
    </w:lvl>
    <w:lvl w:ilvl="6" w:tplc="FF562C74">
      <w:numFmt w:val="decimal"/>
      <w:lvlText w:val=""/>
      <w:lvlJc w:val="left"/>
    </w:lvl>
    <w:lvl w:ilvl="7" w:tplc="DBEED68A">
      <w:numFmt w:val="decimal"/>
      <w:lvlText w:val=""/>
      <w:lvlJc w:val="left"/>
    </w:lvl>
    <w:lvl w:ilvl="8" w:tplc="F3CC86D6">
      <w:numFmt w:val="decimal"/>
      <w:lvlText w:val=""/>
      <w:lvlJc w:val="left"/>
    </w:lvl>
  </w:abstractNum>
  <w:abstractNum w:abstractNumId="14" w15:restartNumberingAfterBreak="0">
    <w:nsid w:val="62BBD95A"/>
    <w:multiLevelType w:val="hybridMultilevel"/>
    <w:tmpl w:val="D5FCC6C2"/>
    <w:lvl w:ilvl="0" w:tplc="76946658">
      <w:start w:val="2"/>
      <w:numFmt w:val="decimal"/>
      <w:lvlText w:val="%1."/>
      <w:lvlJc w:val="left"/>
    </w:lvl>
    <w:lvl w:ilvl="1" w:tplc="BC12A390">
      <w:numFmt w:val="decimal"/>
      <w:lvlText w:val="%2."/>
      <w:lvlJc w:val="left"/>
    </w:lvl>
    <w:lvl w:ilvl="2" w:tplc="7BC0FBBA">
      <w:start w:val="1"/>
      <w:numFmt w:val="decimal"/>
      <w:lvlText w:val="%3)"/>
      <w:lvlJc w:val="left"/>
    </w:lvl>
    <w:lvl w:ilvl="3" w:tplc="B296BB62">
      <w:start w:val="1"/>
      <w:numFmt w:val="bullet"/>
      <w:lvlText w:val="§"/>
      <w:lvlJc w:val="left"/>
    </w:lvl>
    <w:lvl w:ilvl="4" w:tplc="2D847E1A">
      <w:numFmt w:val="decimal"/>
      <w:lvlText w:val=""/>
      <w:lvlJc w:val="left"/>
    </w:lvl>
    <w:lvl w:ilvl="5" w:tplc="07800196">
      <w:numFmt w:val="decimal"/>
      <w:lvlText w:val=""/>
      <w:lvlJc w:val="left"/>
    </w:lvl>
    <w:lvl w:ilvl="6" w:tplc="5652E322">
      <w:numFmt w:val="decimal"/>
      <w:lvlText w:val=""/>
      <w:lvlJc w:val="left"/>
    </w:lvl>
    <w:lvl w:ilvl="7" w:tplc="541C42E2">
      <w:numFmt w:val="decimal"/>
      <w:lvlText w:val=""/>
      <w:lvlJc w:val="left"/>
    </w:lvl>
    <w:lvl w:ilvl="8" w:tplc="2F04F502">
      <w:numFmt w:val="decimal"/>
      <w:lvlText w:val=""/>
      <w:lvlJc w:val="left"/>
    </w:lvl>
  </w:abstractNum>
  <w:abstractNum w:abstractNumId="15" w15:restartNumberingAfterBreak="0">
    <w:nsid w:val="6C425FFB"/>
    <w:multiLevelType w:val="hybridMultilevel"/>
    <w:tmpl w:val="5538AE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1DA317"/>
    <w:multiLevelType w:val="hybridMultilevel"/>
    <w:tmpl w:val="E096555E"/>
    <w:lvl w:ilvl="0" w:tplc="47447BE4">
      <w:numFmt w:val="decimal"/>
      <w:lvlText w:val="%1."/>
      <w:lvlJc w:val="left"/>
    </w:lvl>
    <w:lvl w:ilvl="1" w:tplc="79EE34AA">
      <w:start w:val="1"/>
      <w:numFmt w:val="bullet"/>
      <w:lvlText w:val="§"/>
      <w:lvlJc w:val="left"/>
    </w:lvl>
    <w:lvl w:ilvl="2" w:tplc="DA5C7390">
      <w:start w:val="1"/>
      <w:numFmt w:val="bullet"/>
      <w:lvlText w:val="§"/>
      <w:lvlJc w:val="left"/>
    </w:lvl>
    <w:lvl w:ilvl="3" w:tplc="F0F47D0C">
      <w:numFmt w:val="decimal"/>
      <w:lvlText w:val=""/>
      <w:lvlJc w:val="left"/>
    </w:lvl>
    <w:lvl w:ilvl="4" w:tplc="D676028C">
      <w:numFmt w:val="decimal"/>
      <w:lvlText w:val=""/>
      <w:lvlJc w:val="left"/>
    </w:lvl>
    <w:lvl w:ilvl="5" w:tplc="230851E6">
      <w:numFmt w:val="decimal"/>
      <w:lvlText w:val=""/>
      <w:lvlJc w:val="left"/>
    </w:lvl>
    <w:lvl w:ilvl="6" w:tplc="691025A2">
      <w:numFmt w:val="decimal"/>
      <w:lvlText w:val=""/>
      <w:lvlJc w:val="left"/>
    </w:lvl>
    <w:lvl w:ilvl="7" w:tplc="068CA906">
      <w:numFmt w:val="decimal"/>
      <w:lvlText w:val=""/>
      <w:lvlJc w:val="left"/>
    </w:lvl>
    <w:lvl w:ilvl="8" w:tplc="C0A4F818">
      <w:numFmt w:val="decimal"/>
      <w:lvlText w:val=""/>
      <w:lvlJc w:val="left"/>
    </w:lvl>
  </w:abstractNum>
  <w:abstractNum w:abstractNumId="17" w15:restartNumberingAfterBreak="0">
    <w:nsid w:val="72DF15AD"/>
    <w:multiLevelType w:val="hybridMultilevel"/>
    <w:tmpl w:val="A90E04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83E458"/>
    <w:multiLevelType w:val="hybridMultilevel"/>
    <w:tmpl w:val="F5DEFD3C"/>
    <w:lvl w:ilvl="0" w:tplc="ACFCD3A8">
      <w:start w:val="1"/>
      <w:numFmt w:val="decimal"/>
      <w:lvlText w:val="%1."/>
      <w:lvlJc w:val="left"/>
    </w:lvl>
    <w:lvl w:ilvl="1" w:tplc="544C475A">
      <w:numFmt w:val="decimal"/>
      <w:lvlText w:val=""/>
      <w:lvlJc w:val="left"/>
    </w:lvl>
    <w:lvl w:ilvl="2" w:tplc="C4F230FC">
      <w:numFmt w:val="decimal"/>
      <w:lvlText w:val=""/>
      <w:lvlJc w:val="left"/>
    </w:lvl>
    <w:lvl w:ilvl="3" w:tplc="AEDCD4D2">
      <w:numFmt w:val="decimal"/>
      <w:lvlText w:val=""/>
      <w:lvlJc w:val="left"/>
    </w:lvl>
    <w:lvl w:ilvl="4" w:tplc="07629966">
      <w:numFmt w:val="decimal"/>
      <w:lvlText w:val=""/>
      <w:lvlJc w:val="left"/>
    </w:lvl>
    <w:lvl w:ilvl="5" w:tplc="5E845C18">
      <w:numFmt w:val="decimal"/>
      <w:lvlText w:val=""/>
      <w:lvlJc w:val="left"/>
    </w:lvl>
    <w:lvl w:ilvl="6" w:tplc="5DA26D7C">
      <w:numFmt w:val="decimal"/>
      <w:lvlText w:val=""/>
      <w:lvlJc w:val="left"/>
    </w:lvl>
    <w:lvl w:ilvl="7" w:tplc="8F5E93F6">
      <w:numFmt w:val="decimal"/>
      <w:lvlText w:val=""/>
      <w:lvlJc w:val="left"/>
    </w:lvl>
    <w:lvl w:ilvl="8" w:tplc="D0DAE0B6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15"/>
  </w:num>
  <w:num w:numId="5">
    <w:abstractNumId w:val="12"/>
  </w:num>
  <w:num w:numId="6">
    <w:abstractNumId w:val="17"/>
  </w:num>
  <w:num w:numId="7">
    <w:abstractNumId w:val="5"/>
  </w:num>
  <w:num w:numId="8">
    <w:abstractNumId w:val="11"/>
  </w:num>
  <w:num w:numId="9">
    <w:abstractNumId w:val="8"/>
  </w:num>
  <w:num w:numId="10">
    <w:abstractNumId w:val="7"/>
  </w:num>
  <w:num w:numId="11">
    <w:abstractNumId w:val="18"/>
  </w:num>
  <w:num w:numId="12">
    <w:abstractNumId w:val="3"/>
  </w:num>
  <w:num w:numId="13">
    <w:abstractNumId w:val="14"/>
  </w:num>
  <w:num w:numId="14">
    <w:abstractNumId w:val="9"/>
  </w:num>
  <w:num w:numId="15">
    <w:abstractNumId w:val="13"/>
  </w:num>
  <w:num w:numId="16">
    <w:abstractNumId w:val="6"/>
  </w:num>
  <w:num w:numId="17">
    <w:abstractNumId w:val="16"/>
  </w:num>
  <w:num w:numId="18">
    <w:abstractNumId w:val="2"/>
  </w:num>
  <w:num w:numId="19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FD"/>
    <w:rsid w:val="00012461"/>
    <w:rsid w:val="000168D5"/>
    <w:rsid w:val="00020248"/>
    <w:rsid w:val="0002142F"/>
    <w:rsid w:val="000304F1"/>
    <w:rsid w:val="00040F59"/>
    <w:rsid w:val="00052446"/>
    <w:rsid w:val="000714A0"/>
    <w:rsid w:val="00072893"/>
    <w:rsid w:val="00073A5E"/>
    <w:rsid w:val="000776EA"/>
    <w:rsid w:val="0009418F"/>
    <w:rsid w:val="0009476A"/>
    <w:rsid w:val="00095918"/>
    <w:rsid w:val="00095FB8"/>
    <w:rsid w:val="000A3852"/>
    <w:rsid w:val="000A39B3"/>
    <w:rsid w:val="000A50FE"/>
    <w:rsid w:val="000B0133"/>
    <w:rsid w:val="000B308D"/>
    <w:rsid w:val="000B6C76"/>
    <w:rsid w:val="000C21C7"/>
    <w:rsid w:val="000C49DC"/>
    <w:rsid w:val="000C7B7E"/>
    <w:rsid w:val="000E00F2"/>
    <w:rsid w:val="000F13BA"/>
    <w:rsid w:val="000F3C1D"/>
    <w:rsid w:val="000F75A3"/>
    <w:rsid w:val="0010022C"/>
    <w:rsid w:val="00102387"/>
    <w:rsid w:val="00105B24"/>
    <w:rsid w:val="00106F63"/>
    <w:rsid w:val="00107A71"/>
    <w:rsid w:val="0011605D"/>
    <w:rsid w:val="001248C9"/>
    <w:rsid w:val="0012733B"/>
    <w:rsid w:val="00130099"/>
    <w:rsid w:val="0013132C"/>
    <w:rsid w:val="00155143"/>
    <w:rsid w:val="00155DEF"/>
    <w:rsid w:val="00156876"/>
    <w:rsid w:val="00162F92"/>
    <w:rsid w:val="00165BF4"/>
    <w:rsid w:val="001679FA"/>
    <w:rsid w:val="001806BE"/>
    <w:rsid w:val="00182B7F"/>
    <w:rsid w:val="00187827"/>
    <w:rsid w:val="00190865"/>
    <w:rsid w:val="00192088"/>
    <w:rsid w:val="0019745E"/>
    <w:rsid w:val="001A197A"/>
    <w:rsid w:val="001A20D0"/>
    <w:rsid w:val="001A2E19"/>
    <w:rsid w:val="001B4092"/>
    <w:rsid w:val="001C0502"/>
    <w:rsid w:val="001C180F"/>
    <w:rsid w:val="001C25AF"/>
    <w:rsid w:val="001C4BE5"/>
    <w:rsid w:val="001C685E"/>
    <w:rsid w:val="001D421F"/>
    <w:rsid w:val="001D4248"/>
    <w:rsid w:val="001D4A4C"/>
    <w:rsid w:val="001D6CD1"/>
    <w:rsid w:val="001E35A7"/>
    <w:rsid w:val="001F3325"/>
    <w:rsid w:val="001F3DE9"/>
    <w:rsid w:val="001F4680"/>
    <w:rsid w:val="001F6BF9"/>
    <w:rsid w:val="00215CA1"/>
    <w:rsid w:val="002176CD"/>
    <w:rsid w:val="00221C1A"/>
    <w:rsid w:val="00222872"/>
    <w:rsid w:val="00227885"/>
    <w:rsid w:val="00237197"/>
    <w:rsid w:val="0024083C"/>
    <w:rsid w:val="0024194B"/>
    <w:rsid w:val="00251B0A"/>
    <w:rsid w:val="00252156"/>
    <w:rsid w:val="002559EC"/>
    <w:rsid w:val="00262927"/>
    <w:rsid w:val="00265A17"/>
    <w:rsid w:val="00275BE9"/>
    <w:rsid w:val="002776C0"/>
    <w:rsid w:val="00281749"/>
    <w:rsid w:val="0028215F"/>
    <w:rsid w:val="0028220D"/>
    <w:rsid w:val="002927B1"/>
    <w:rsid w:val="002A1535"/>
    <w:rsid w:val="002B00AC"/>
    <w:rsid w:val="002B25B4"/>
    <w:rsid w:val="002D2559"/>
    <w:rsid w:val="002F47FE"/>
    <w:rsid w:val="00301134"/>
    <w:rsid w:val="00301F18"/>
    <w:rsid w:val="003062B5"/>
    <w:rsid w:val="00306790"/>
    <w:rsid w:val="0030701C"/>
    <w:rsid w:val="00315FEC"/>
    <w:rsid w:val="00321CAA"/>
    <w:rsid w:val="003231E0"/>
    <w:rsid w:val="00330ACA"/>
    <w:rsid w:val="003323E4"/>
    <w:rsid w:val="0033513A"/>
    <w:rsid w:val="0034005C"/>
    <w:rsid w:val="00342B48"/>
    <w:rsid w:val="003449E9"/>
    <w:rsid w:val="00350300"/>
    <w:rsid w:val="0035161A"/>
    <w:rsid w:val="00353907"/>
    <w:rsid w:val="00355AB8"/>
    <w:rsid w:val="00355E18"/>
    <w:rsid w:val="00360192"/>
    <w:rsid w:val="003905FF"/>
    <w:rsid w:val="00393412"/>
    <w:rsid w:val="003968C0"/>
    <w:rsid w:val="003A4679"/>
    <w:rsid w:val="003A7646"/>
    <w:rsid w:val="003B3745"/>
    <w:rsid w:val="003C7D24"/>
    <w:rsid w:val="003D55E6"/>
    <w:rsid w:val="003E5613"/>
    <w:rsid w:val="003E5742"/>
    <w:rsid w:val="003E7BEE"/>
    <w:rsid w:val="003F0FB4"/>
    <w:rsid w:val="00402579"/>
    <w:rsid w:val="00415167"/>
    <w:rsid w:val="00420AFF"/>
    <w:rsid w:val="00421C6F"/>
    <w:rsid w:val="00423670"/>
    <w:rsid w:val="00425A0B"/>
    <w:rsid w:val="00434580"/>
    <w:rsid w:val="00444BD7"/>
    <w:rsid w:val="00446706"/>
    <w:rsid w:val="00453523"/>
    <w:rsid w:val="00453F1A"/>
    <w:rsid w:val="00455582"/>
    <w:rsid w:val="0046278A"/>
    <w:rsid w:val="00464BE4"/>
    <w:rsid w:val="00465855"/>
    <w:rsid w:val="00466411"/>
    <w:rsid w:val="00470379"/>
    <w:rsid w:val="00482C75"/>
    <w:rsid w:val="00493B05"/>
    <w:rsid w:val="00497A34"/>
    <w:rsid w:val="004A2A96"/>
    <w:rsid w:val="004A3431"/>
    <w:rsid w:val="004B0F81"/>
    <w:rsid w:val="004B6F9B"/>
    <w:rsid w:val="004C05DF"/>
    <w:rsid w:val="004C1BC2"/>
    <w:rsid w:val="004C1F3F"/>
    <w:rsid w:val="004C22F4"/>
    <w:rsid w:val="004C41F4"/>
    <w:rsid w:val="004C4C4B"/>
    <w:rsid w:val="004C6376"/>
    <w:rsid w:val="004C7423"/>
    <w:rsid w:val="004C74E1"/>
    <w:rsid w:val="004D14BE"/>
    <w:rsid w:val="004D7004"/>
    <w:rsid w:val="004E046A"/>
    <w:rsid w:val="004E0E4A"/>
    <w:rsid w:val="004E53D8"/>
    <w:rsid w:val="004E791E"/>
    <w:rsid w:val="004F1CC5"/>
    <w:rsid w:val="004F6608"/>
    <w:rsid w:val="004F7F84"/>
    <w:rsid w:val="005009BD"/>
    <w:rsid w:val="005009C3"/>
    <w:rsid w:val="00500D7C"/>
    <w:rsid w:val="005010DE"/>
    <w:rsid w:val="005047E3"/>
    <w:rsid w:val="005072D9"/>
    <w:rsid w:val="00512A07"/>
    <w:rsid w:val="00522687"/>
    <w:rsid w:val="005273C7"/>
    <w:rsid w:val="00532DE7"/>
    <w:rsid w:val="00534F07"/>
    <w:rsid w:val="00550D5A"/>
    <w:rsid w:val="005525B1"/>
    <w:rsid w:val="0055475A"/>
    <w:rsid w:val="0056706C"/>
    <w:rsid w:val="0057764D"/>
    <w:rsid w:val="0058223B"/>
    <w:rsid w:val="0058451B"/>
    <w:rsid w:val="00596F79"/>
    <w:rsid w:val="005A206C"/>
    <w:rsid w:val="005A3216"/>
    <w:rsid w:val="005B2646"/>
    <w:rsid w:val="005C6946"/>
    <w:rsid w:val="005D308F"/>
    <w:rsid w:val="005D71A5"/>
    <w:rsid w:val="005E4B13"/>
    <w:rsid w:val="005E4FC3"/>
    <w:rsid w:val="005E688B"/>
    <w:rsid w:val="005F1C80"/>
    <w:rsid w:val="005F4E19"/>
    <w:rsid w:val="00607435"/>
    <w:rsid w:val="0061270D"/>
    <w:rsid w:val="00613286"/>
    <w:rsid w:val="0062053F"/>
    <w:rsid w:val="0062342D"/>
    <w:rsid w:val="00624123"/>
    <w:rsid w:val="00631F2A"/>
    <w:rsid w:val="00632F87"/>
    <w:rsid w:val="006354A6"/>
    <w:rsid w:val="00642999"/>
    <w:rsid w:val="00644D74"/>
    <w:rsid w:val="0065066F"/>
    <w:rsid w:val="00650BDF"/>
    <w:rsid w:val="00654A9D"/>
    <w:rsid w:val="0066107E"/>
    <w:rsid w:val="00661641"/>
    <w:rsid w:val="00663067"/>
    <w:rsid w:val="00665CB6"/>
    <w:rsid w:val="00675FFC"/>
    <w:rsid w:val="00681471"/>
    <w:rsid w:val="00681602"/>
    <w:rsid w:val="00686EDE"/>
    <w:rsid w:val="00687C8E"/>
    <w:rsid w:val="00687F16"/>
    <w:rsid w:val="00693667"/>
    <w:rsid w:val="00694DB4"/>
    <w:rsid w:val="006A10F0"/>
    <w:rsid w:val="006A1D96"/>
    <w:rsid w:val="006A5082"/>
    <w:rsid w:val="006A663A"/>
    <w:rsid w:val="006B2329"/>
    <w:rsid w:val="006B2828"/>
    <w:rsid w:val="006B529D"/>
    <w:rsid w:val="006C0CA4"/>
    <w:rsid w:val="006C13FD"/>
    <w:rsid w:val="006C3200"/>
    <w:rsid w:val="006C55D0"/>
    <w:rsid w:val="006D31D8"/>
    <w:rsid w:val="006E0369"/>
    <w:rsid w:val="006E514E"/>
    <w:rsid w:val="006F1C81"/>
    <w:rsid w:val="006F56E5"/>
    <w:rsid w:val="00705844"/>
    <w:rsid w:val="00707D97"/>
    <w:rsid w:val="00710782"/>
    <w:rsid w:val="00723C46"/>
    <w:rsid w:val="00742400"/>
    <w:rsid w:val="0074414E"/>
    <w:rsid w:val="00744BDC"/>
    <w:rsid w:val="00744C16"/>
    <w:rsid w:val="007532D3"/>
    <w:rsid w:val="007542CD"/>
    <w:rsid w:val="00756409"/>
    <w:rsid w:val="00761E85"/>
    <w:rsid w:val="007663E2"/>
    <w:rsid w:val="007700F4"/>
    <w:rsid w:val="0077355E"/>
    <w:rsid w:val="00784CF5"/>
    <w:rsid w:val="00785281"/>
    <w:rsid w:val="00785866"/>
    <w:rsid w:val="007A542A"/>
    <w:rsid w:val="007B109B"/>
    <w:rsid w:val="007B4C9A"/>
    <w:rsid w:val="007C3B4E"/>
    <w:rsid w:val="007D654E"/>
    <w:rsid w:val="007D6A47"/>
    <w:rsid w:val="007D74A1"/>
    <w:rsid w:val="007D7A7D"/>
    <w:rsid w:val="007E0BA1"/>
    <w:rsid w:val="007E79F7"/>
    <w:rsid w:val="007F0787"/>
    <w:rsid w:val="007F2BEA"/>
    <w:rsid w:val="007F2FF5"/>
    <w:rsid w:val="008006F9"/>
    <w:rsid w:val="00806EB0"/>
    <w:rsid w:val="0080764C"/>
    <w:rsid w:val="008167C3"/>
    <w:rsid w:val="00820918"/>
    <w:rsid w:val="00822CB0"/>
    <w:rsid w:val="00824D7E"/>
    <w:rsid w:val="00825F96"/>
    <w:rsid w:val="008320D0"/>
    <w:rsid w:val="00832183"/>
    <w:rsid w:val="008322FD"/>
    <w:rsid w:val="00840E98"/>
    <w:rsid w:val="008512F3"/>
    <w:rsid w:val="0085519D"/>
    <w:rsid w:val="00862B75"/>
    <w:rsid w:val="008647A8"/>
    <w:rsid w:val="00864C91"/>
    <w:rsid w:val="00870AB5"/>
    <w:rsid w:val="00872498"/>
    <w:rsid w:val="00873D2F"/>
    <w:rsid w:val="00874323"/>
    <w:rsid w:val="008778EE"/>
    <w:rsid w:val="00891C53"/>
    <w:rsid w:val="008960F5"/>
    <w:rsid w:val="008979B6"/>
    <w:rsid w:val="008A097F"/>
    <w:rsid w:val="008A53CD"/>
    <w:rsid w:val="008B0782"/>
    <w:rsid w:val="008B3B96"/>
    <w:rsid w:val="008B74E0"/>
    <w:rsid w:val="008C7FDE"/>
    <w:rsid w:val="008D2244"/>
    <w:rsid w:val="008D4D5B"/>
    <w:rsid w:val="008E501E"/>
    <w:rsid w:val="00904062"/>
    <w:rsid w:val="00916247"/>
    <w:rsid w:val="0091727D"/>
    <w:rsid w:val="009232C9"/>
    <w:rsid w:val="00924E56"/>
    <w:rsid w:val="00926085"/>
    <w:rsid w:val="00933FE5"/>
    <w:rsid w:val="009346DF"/>
    <w:rsid w:val="00937F0E"/>
    <w:rsid w:val="009434EC"/>
    <w:rsid w:val="00950BF0"/>
    <w:rsid w:val="00951F6C"/>
    <w:rsid w:val="00952BF7"/>
    <w:rsid w:val="009577A3"/>
    <w:rsid w:val="00965A90"/>
    <w:rsid w:val="00971CB7"/>
    <w:rsid w:val="009836B4"/>
    <w:rsid w:val="00983D23"/>
    <w:rsid w:val="00985506"/>
    <w:rsid w:val="009863DB"/>
    <w:rsid w:val="00986CDD"/>
    <w:rsid w:val="00991508"/>
    <w:rsid w:val="009976DA"/>
    <w:rsid w:val="00997F0F"/>
    <w:rsid w:val="009A469C"/>
    <w:rsid w:val="009A7997"/>
    <w:rsid w:val="009B4000"/>
    <w:rsid w:val="009C1C91"/>
    <w:rsid w:val="009C24E7"/>
    <w:rsid w:val="009C39F0"/>
    <w:rsid w:val="009C469A"/>
    <w:rsid w:val="009C59B5"/>
    <w:rsid w:val="009D051F"/>
    <w:rsid w:val="009D0A12"/>
    <w:rsid w:val="009D1006"/>
    <w:rsid w:val="009D5CF8"/>
    <w:rsid w:val="009E0292"/>
    <w:rsid w:val="009E3836"/>
    <w:rsid w:val="009E75BB"/>
    <w:rsid w:val="009F4BE5"/>
    <w:rsid w:val="009F4CE4"/>
    <w:rsid w:val="009F6BAB"/>
    <w:rsid w:val="00A03EA3"/>
    <w:rsid w:val="00A04A37"/>
    <w:rsid w:val="00A06A16"/>
    <w:rsid w:val="00A13969"/>
    <w:rsid w:val="00A13D5D"/>
    <w:rsid w:val="00A1596D"/>
    <w:rsid w:val="00A15BE3"/>
    <w:rsid w:val="00A16C54"/>
    <w:rsid w:val="00A1712A"/>
    <w:rsid w:val="00A21658"/>
    <w:rsid w:val="00A26779"/>
    <w:rsid w:val="00A31D8F"/>
    <w:rsid w:val="00A54DF4"/>
    <w:rsid w:val="00A57EA6"/>
    <w:rsid w:val="00A72382"/>
    <w:rsid w:val="00A72C44"/>
    <w:rsid w:val="00A735E3"/>
    <w:rsid w:val="00A77DBF"/>
    <w:rsid w:val="00A90047"/>
    <w:rsid w:val="00A9081C"/>
    <w:rsid w:val="00A965E1"/>
    <w:rsid w:val="00A9695B"/>
    <w:rsid w:val="00AC0465"/>
    <w:rsid w:val="00AC10A7"/>
    <w:rsid w:val="00AC6E07"/>
    <w:rsid w:val="00AD01B8"/>
    <w:rsid w:val="00AD44CD"/>
    <w:rsid w:val="00AD7648"/>
    <w:rsid w:val="00AE490C"/>
    <w:rsid w:val="00AF3929"/>
    <w:rsid w:val="00B00C79"/>
    <w:rsid w:val="00B07C15"/>
    <w:rsid w:val="00B118EA"/>
    <w:rsid w:val="00B11E23"/>
    <w:rsid w:val="00B234E3"/>
    <w:rsid w:val="00B24581"/>
    <w:rsid w:val="00B26398"/>
    <w:rsid w:val="00B40CEA"/>
    <w:rsid w:val="00B41637"/>
    <w:rsid w:val="00B41DA8"/>
    <w:rsid w:val="00B42AB7"/>
    <w:rsid w:val="00B42E95"/>
    <w:rsid w:val="00B478E8"/>
    <w:rsid w:val="00B51277"/>
    <w:rsid w:val="00B559C8"/>
    <w:rsid w:val="00B57530"/>
    <w:rsid w:val="00B638BB"/>
    <w:rsid w:val="00B663F7"/>
    <w:rsid w:val="00B70024"/>
    <w:rsid w:val="00B741E5"/>
    <w:rsid w:val="00B762E0"/>
    <w:rsid w:val="00B76DE2"/>
    <w:rsid w:val="00B87274"/>
    <w:rsid w:val="00B94967"/>
    <w:rsid w:val="00BA0940"/>
    <w:rsid w:val="00BA4B97"/>
    <w:rsid w:val="00BA5752"/>
    <w:rsid w:val="00BB0BB9"/>
    <w:rsid w:val="00BB233E"/>
    <w:rsid w:val="00BB2998"/>
    <w:rsid w:val="00BB5CBC"/>
    <w:rsid w:val="00BC1729"/>
    <w:rsid w:val="00BC4A6D"/>
    <w:rsid w:val="00BC6E11"/>
    <w:rsid w:val="00BD41EC"/>
    <w:rsid w:val="00BD502B"/>
    <w:rsid w:val="00BD5E9B"/>
    <w:rsid w:val="00BE0D64"/>
    <w:rsid w:val="00C0316D"/>
    <w:rsid w:val="00C03AA3"/>
    <w:rsid w:val="00C03BFC"/>
    <w:rsid w:val="00C040A7"/>
    <w:rsid w:val="00C04C87"/>
    <w:rsid w:val="00C05663"/>
    <w:rsid w:val="00C21547"/>
    <w:rsid w:val="00C2221E"/>
    <w:rsid w:val="00C31F8F"/>
    <w:rsid w:val="00C327A6"/>
    <w:rsid w:val="00C3399C"/>
    <w:rsid w:val="00C35B36"/>
    <w:rsid w:val="00C36646"/>
    <w:rsid w:val="00C40EDF"/>
    <w:rsid w:val="00C436EC"/>
    <w:rsid w:val="00C44D60"/>
    <w:rsid w:val="00C454A7"/>
    <w:rsid w:val="00C4613E"/>
    <w:rsid w:val="00C47C51"/>
    <w:rsid w:val="00C53185"/>
    <w:rsid w:val="00C66287"/>
    <w:rsid w:val="00C72720"/>
    <w:rsid w:val="00C75E33"/>
    <w:rsid w:val="00C7624A"/>
    <w:rsid w:val="00C76A0F"/>
    <w:rsid w:val="00C83E31"/>
    <w:rsid w:val="00C84255"/>
    <w:rsid w:val="00C86D28"/>
    <w:rsid w:val="00C952C3"/>
    <w:rsid w:val="00C9596A"/>
    <w:rsid w:val="00C96336"/>
    <w:rsid w:val="00CA3DCB"/>
    <w:rsid w:val="00CA46ED"/>
    <w:rsid w:val="00CA621D"/>
    <w:rsid w:val="00CB19E4"/>
    <w:rsid w:val="00CB69CD"/>
    <w:rsid w:val="00CB7DC2"/>
    <w:rsid w:val="00CC087F"/>
    <w:rsid w:val="00CC2BE3"/>
    <w:rsid w:val="00CC4CA7"/>
    <w:rsid w:val="00CD36A4"/>
    <w:rsid w:val="00CE03F4"/>
    <w:rsid w:val="00CE20C0"/>
    <w:rsid w:val="00CE28D7"/>
    <w:rsid w:val="00CE3D57"/>
    <w:rsid w:val="00CF1B8E"/>
    <w:rsid w:val="00CF307A"/>
    <w:rsid w:val="00CF3A2F"/>
    <w:rsid w:val="00CF4B5A"/>
    <w:rsid w:val="00CF7985"/>
    <w:rsid w:val="00D06183"/>
    <w:rsid w:val="00D22C82"/>
    <w:rsid w:val="00D30872"/>
    <w:rsid w:val="00D35DB3"/>
    <w:rsid w:val="00D37F14"/>
    <w:rsid w:val="00D505EE"/>
    <w:rsid w:val="00D54B5F"/>
    <w:rsid w:val="00D616A3"/>
    <w:rsid w:val="00D61AB1"/>
    <w:rsid w:val="00D62903"/>
    <w:rsid w:val="00D75260"/>
    <w:rsid w:val="00D80BB5"/>
    <w:rsid w:val="00D82AB9"/>
    <w:rsid w:val="00D83091"/>
    <w:rsid w:val="00D838DE"/>
    <w:rsid w:val="00D86DC5"/>
    <w:rsid w:val="00D9267D"/>
    <w:rsid w:val="00D937F8"/>
    <w:rsid w:val="00D93A56"/>
    <w:rsid w:val="00D96448"/>
    <w:rsid w:val="00D973EA"/>
    <w:rsid w:val="00DA35E0"/>
    <w:rsid w:val="00DA6981"/>
    <w:rsid w:val="00DA7AD0"/>
    <w:rsid w:val="00DA7E0B"/>
    <w:rsid w:val="00DB107A"/>
    <w:rsid w:val="00DB47FE"/>
    <w:rsid w:val="00DB4A41"/>
    <w:rsid w:val="00DB58EE"/>
    <w:rsid w:val="00DB5B63"/>
    <w:rsid w:val="00DF0580"/>
    <w:rsid w:val="00DF2AC0"/>
    <w:rsid w:val="00E1035B"/>
    <w:rsid w:val="00E23CCB"/>
    <w:rsid w:val="00E2702D"/>
    <w:rsid w:val="00E272A8"/>
    <w:rsid w:val="00E30160"/>
    <w:rsid w:val="00E30998"/>
    <w:rsid w:val="00E31ADE"/>
    <w:rsid w:val="00E46B4D"/>
    <w:rsid w:val="00E621AE"/>
    <w:rsid w:val="00E73371"/>
    <w:rsid w:val="00E776CB"/>
    <w:rsid w:val="00E80FDA"/>
    <w:rsid w:val="00E81560"/>
    <w:rsid w:val="00E816CA"/>
    <w:rsid w:val="00E82031"/>
    <w:rsid w:val="00E8479B"/>
    <w:rsid w:val="00E875EB"/>
    <w:rsid w:val="00E9180F"/>
    <w:rsid w:val="00E97346"/>
    <w:rsid w:val="00EA1969"/>
    <w:rsid w:val="00EA6EAA"/>
    <w:rsid w:val="00EB6F6B"/>
    <w:rsid w:val="00EC0C99"/>
    <w:rsid w:val="00EC0E12"/>
    <w:rsid w:val="00EC1B66"/>
    <w:rsid w:val="00EC3582"/>
    <w:rsid w:val="00EC6E7A"/>
    <w:rsid w:val="00ED228F"/>
    <w:rsid w:val="00ED24D9"/>
    <w:rsid w:val="00EF1086"/>
    <w:rsid w:val="00EF1E05"/>
    <w:rsid w:val="00EF5712"/>
    <w:rsid w:val="00F1030B"/>
    <w:rsid w:val="00F10E08"/>
    <w:rsid w:val="00F12556"/>
    <w:rsid w:val="00F165CF"/>
    <w:rsid w:val="00F17D7A"/>
    <w:rsid w:val="00F208C0"/>
    <w:rsid w:val="00F32AD7"/>
    <w:rsid w:val="00F37CBB"/>
    <w:rsid w:val="00F512FA"/>
    <w:rsid w:val="00F569C8"/>
    <w:rsid w:val="00F61874"/>
    <w:rsid w:val="00F62AFE"/>
    <w:rsid w:val="00F63019"/>
    <w:rsid w:val="00F65042"/>
    <w:rsid w:val="00F8351D"/>
    <w:rsid w:val="00F91278"/>
    <w:rsid w:val="00F913D0"/>
    <w:rsid w:val="00FB2A7F"/>
    <w:rsid w:val="00FB6D83"/>
    <w:rsid w:val="00FB7FA4"/>
    <w:rsid w:val="00FC3C55"/>
    <w:rsid w:val="00FC42D9"/>
    <w:rsid w:val="00FC4A93"/>
    <w:rsid w:val="00FD4100"/>
    <w:rsid w:val="00FD4978"/>
    <w:rsid w:val="00FE7B2C"/>
    <w:rsid w:val="00FE7C16"/>
    <w:rsid w:val="00FF5BFB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4B8D0"/>
  <w15:docId w15:val="{FF6AE35B-2F45-4404-B4C2-AF65A06F2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6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57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71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57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5712"/>
  </w:style>
  <w:style w:type="paragraph" w:styleId="Stopka">
    <w:name w:val="footer"/>
    <w:basedOn w:val="Normalny"/>
    <w:link w:val="StopkaZnak"/>
    <w:uiPriority w:val="99"/>
    <w:unhideWhenUsed/>
    <w:rsid w:val="00EF57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5712"/>
  </w:style>
  <w:style w:type="character" w:customStyle="1" w:styleId="A12">
    <w:name w:val="A12"/>
    <w:uiPriority w:val="99"/>
    <w:rsid w:val="00FC4A93"/>
    <w:rPr>
      <w:rFonts w:cs="Avenir LT Pro 65 Medium"/>
      <w:b/>
      <w:bCs/>
      <w:color w:val="000000"/>
      <w:sz w:val="106"/>
      <w:szCs w:val="106"/>
    </w:rPr>
  </w:style>
  <w:style w:type="character" w:styleId="Hipercze">
    <w:name w:val="Hyperlink"/>
    <w:basedOn w:val="Domylnaczcionkaakapitu"/>
    <w:uiPriority w:val="99"/>
    <w:unhideWhenUsed/>
    <w:rsid w:val="00FF5BFB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81471"/>
    <w:rPr>
      <w:rFonts w:ascii="Calibri" w:eastAsia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81471"/>
    <w:rPr>
      <w:rFonts w:ascii="Calibri" w:eastAsia="Calibri" w:hAnsi="Calibri"/>
      <w:sz w:val="22"/>
      <w:szCs w:val="21"/>
    </w:rPr>
  </w:style>
  <w:style w:type="paragraph" w:styleId="Akapitzlist">
    <w:name w:val="List Paragraph"/>
    <w:basedOn w:val="Normalny"/>
    <w:uiPriority w:val="34"/>
    <w:qFormat/>
    <w:rsid w:val="00BD41E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268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2687"/>
  </w:style>
  <w:style w:type="character" w:styleId="Odwoanieprzypisukocowego">
    <w:name w:val="endnote reference"/>
    <w:basedOn w:val="Domylnaczcionkaakapitu"/>
    <w:uiPriority w:val="99"/>
    <w:semiHidden/>
    <w:unhideWhenUsed/>
    <w:rsid w:val="0052268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7A7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7A7D"/>
  </w:style>
  <w:style w:type="character" w:styleId="Odwoanieprzypisudolnego">
    <w:name w:val="footnote reference"/>
    <w:basedOn w:val="Domylnaczcionkaakapitu"/>
    <w:uiPriority w:val="99"/>
    <w:semiHidden/>
    <w:unhideWhenUsed/>
    <w:rsid w:val="007D7A7D"/>
    <w:rPr>
      <w:vertAlign w:val="superscript"/>
    </w:rPr>
  </w:style>
  <w:style w:type="table" w:styleId="Tabela-Siatka">
    <w:name w:val="Table Grid"/>
    <w:basedOn w:val="Standardowy"/>
    <w:uiPriority w:val="59"/>
    <w:rsid w:val="00B00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2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34E3"/>
    <w:rPr>
      <w:b/>
      <w:b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234E3"/>
    <w:pPr>
      <w:spacing w:after="200"/>
    </w:pPr>
    <w:rPr>
      <w:i/>
      <w:iCs/>
      <w:color w:val="1F497D" w:themeColor="text2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4B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34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43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499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476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84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530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17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4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3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72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12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499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79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269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181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3814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7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8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63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16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99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712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551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024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8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SYS_\Pulpit\Exalo%20papier%20firmowy%20k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FDC18D-A284-46FA-9F8F-6A18A0249D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Exalo papier firmowy kon</Template>
  <TotalTime>1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</dc:creator>
  <cp:lastModifiedBy>Łukasz Kopertowicz</cp:lastModifiedBy>
  <cp:revision>2</cp:revision>
  <cp:lastPrinted>2020-06-15T15:14:00Z</cp:lastPrinted>
  <dcterms:created xsi:type="dcterms:W3CDTF">2020-10-27T08:27:00Z</dcterms:created>
  <dcterms:modified xsi:type="dcterms:W3CDTF">2020-10-27T08:27:00Z</dcterms:modified>
</cp:coreProperties>
</file>